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3CCF7FF1" w14:textId="77777777" w:rsidR="00FE4AA7" w:rsidRPr="00FE4AA7" w:rsidRDefault="00FE4AA7" w:rsidP="00FE4AA7">
            <w:pPr>
              <w:spacing w:before="120" w:after="0"/>
              <w:rPr>
                <w:rFonts w:ascii="Century Gothic" w:hAnsi="Century Gothic" w:cs="Tahoma"/>
              </w:rPr>
            </w:pPr>
            <w:r w:rsidRPr="00FE4AA7">
              <w:rPr>
                <w:rFonts w:ascii="Century Gothic" w:hAnsi="Century Gothic" w:cs="Tahoma"/>
              </w:rPr>
              <w:t>A drawing uses a scale of</w:t>
            </w:r>
            <w:r w:rsidRPr="00FE4AA7">
              <w:rPr>
                <w:rFonts w:ascii="Century Gothic" w:hAnsi="Century Gothic" w:cs="Tahoma"/>
              </w:rPr>
              <w:t xml:space="preserve"> </w:t>
            </w:r>
            <w:r w:rsidRPr="00FE4AA7">
              <w:rPr>
                <w:rFonts w:ascii="Century Gothic" w:hAnsi="Century Gothic" w:cs="Tahoma"/>
              </w:rPr>
              <w:t xml:space="preserve">1:2000. </w:t>
            </w:r>
          </w:p>
          <w:p w14:paraId="1614FD0E" w14:textId="06F6956F" w:rsidR="00FE4AA7" w:rsidRPr="00FE4AA7" w:rsidRDefault="00FE4AA7" w:rsidP="00FE4AA7">
            <w:pPr>
              <w:spacing w:before="120" w:after="0"/>
              <w:rPr>
                <w:rFonts w:ascii="Century Gothic" w:hAnsi="Century Gothic" w:cs="Tahoma"/>
              </w:rPr>
            </w:pPr>
            <w:r w:rsidRPr="00FE4AA7">
              <w:rPr>
                <w:rFonts w:ascii="Century Gothic" w:hAnsi="Century Gothic" w:cs="Tahoma"/>
              </w:rPr>
              <w:t>How long would a length of 5cm on the drawing be in real life?</w:t>
            </w:r>
          </w:p>
          <w:p w14:paraId="543BE07C" w14:textId="3E7E7987" w:rsidR="00C6765F" w:rsidRPr="004209BA" w:rsidRDefault="00C6765F" w:rsidP="004209BA">
            <w:pPr>
              <w:spacing w:before="120"/>
              <w:rPr>
                <w:rFonts w:ascii="Century Gothic" w:hAnsi="Century Gothic" w:cs="Tahoma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1B5E5D74" w14:textId="393D669E" w:rsidR="00C6765F" w:rsidRPr="005D37DE" w:rsidRDefault="00EA0CA1" w:rsidP="005D37DE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 xml:space="preserve">What is </w:t>
            </w:r>
            <w:r w:rsidR="00EC1BC2">
              <w:rPr>
                <w:rFonts w:ascii="Century Gothic" w:hAnsi="Century Gothic" w:cs="Tahoma"/>
              </w:rPr>
              <w:t>4</w:t>
            </w:r>
            <w:r w:rsidRPr="005D37DE">
              <w:rPr>
                <w:rFonts w:ascii="Century Gothic" w:hAnsi="Century Gothic" w:cs="Tahoma"/>
              </w:rPr>
              <w:t xml:space="preserve"> out of </w:t>
            </w:r>
            <w:r w:rsidR="00EC1BC2">
              <w:rPr>
                <w:rFonts w:ascii="Century Gothic" w:hAnsi="Century Gothic" w:cs="Tahoma"/>
              </w:rPr>
              <w:t xml:space="preserve">5 </w:t>
            </w:r>
            <w:r w:rsidRPr="005D37DE">
              <w:rPr>
                <w:rFonts w:ascii="Century Gothic" w:hAnsi="Century Gothic" w:cs="Tahoma"/>
              </w:rPr>
              <w:t>as a percentage?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3D2C8579" w:rsidR="00125C71" w:rsidRPr="005D37DE" w:rsidRDefault="00BE44D3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694080" behindDoc="0" locked="0" layoutInCell="1" allowOverlap="1" wp14:anchorId="70093A36" wp14:editId="0412270D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363027</wp:posOffset>
                  </wp:positionV>
                  <wp:extent cx="1128155" cy="1006062"/>
                  <wp:effectExtent l="0" t="0" r="254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0BF82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155" cy="1006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23BE"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="00F04FE3"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125C71" w:rsidRPr="005D37DE" w14:paraId="014BA7B7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70791D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872ACF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2623AA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D6FDD1E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782D5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551BCFA5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E6DB97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27228C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094732D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13675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570D80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3C8050A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6F9BDA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5ED081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5CD14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D424C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5936CF6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714CD63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6B762B2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F62147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B7F3F8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C1749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471A6B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0FD64A3F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041816D3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30578C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89B66D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C5C6F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A6E985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683B8A61" w14:textId="41F1F990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4AFF0C44" w14:textId="08C7984B" w:rsidR="00C6765F" w:rsidRPr="005D37DE" w:rsidRDefault="00C6765F" w:rsidP="005D37DE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F04FE3" w:rsidRPr="005D37DE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35867634" w14:textId="05874AE3" w:rsidR="00C6765F" w:rsidRPr="005D37DE" w:rsidRDefault="006F7801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25098F8" wp14:editId="590925E7">
                  <wp:extent cx="1128395" cy="1484630"/>
                  <wp:effectExtent l="0" t="0" r="0" b="127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848E7DA" w14:textId="77777777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2018A393" w14:textId="3F5F86AB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</m:t>
                </m:r>
                <m:r>
                  <w:rPr>
                    <w:rFonts w:ascii="Cambria Math" w:hAnsi="Cambria Math" w:cs="Tahoma"/>
                  </w:rPr>
                  <m:t>(x</m:t>
                </m:r>
                <m:r>
                  <w:rPr>
                    <w:rFonts w:ascii="Cambria Math" w:hAnsi="Cambria Math" w:cs="Tahoma"/>
                  </w:rPr>
                  <m:t>-</m:t>
                </m:r>
                <m:r>
                  <w:rPr>
                    <w:rFonts w:ascii="Cambria Math" w:hAnsi="Cambria Math" w:cs="Tahoma"/>
                  </w:rPr>
                  <m:t>3)(x</m:t>
                </m:r>
                <m:r>
                  <w:rPr>
                    <w:rFonts w:ascii="Cambria Math" w:hAnsi="Cambria Math" w:cs="Tahoma"/>
                  </w:rPr>
                  <m:t>+</m:t>
                </m:r>
                <m:r>
                  <w:rPr>
                    <w:rFonts w:ascii="Cambria Math" w:hAnsi="Cambria Math" w:cs="Tahoma"/>
                  </w:rPr>
                  <m:t>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6E7FDE4D" w14:textId="2000BA38" w:rsidR="00C6765F" w:rsidRPr="005D37DE" w:rsidRDefault="00C6765F" w:rsidP="005D37DE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5DDCD8AF" w14:textId="6CD69BE6" w:rsidR="00525119" w:rsidRDefault="00666CDC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31F14961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11FDCA3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2A3B06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856A77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A00C480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40D80C82" w14:textId="16E1B021" w:rsidR="00666CDC" w:rsidRDefault="00666CDC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856A77" w:rsidRPr="000A63AF" w14:paraId="41C85732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5066D6C" w14:textId="77777777" w:rsidR="00856A77" w:rsidRPr="00C240D5" w:rsidRDefault="00856A77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52A0A718" w14:textId="77777777" w:rsidR="00856A77" w:rsidRPr="00FE4AA7" w:rsidRDefault="00856A77" w:rsidP="00E01254">
            <w:pPr>
              <w:spacing w:before="120" w:after="0"/>
              <w:rPr>
                <w:rFonts w:ascii="Century Gothic" w:hAnsi="Century Gothic" w:cs="Tahoma"/>
              </w:rPr>
            </w:pPr>
            <w:r w:rsidRPr="00FE4AA7">
              <w:rPr>
                <w:rFonts w:ascii="Century Gothic" w:hAnsi="Century Gothic" w:cs="Tahoma"/>
              </w:rPr>
              <w:t xml:space="preserve">A drawing uses a scale of 1:2000. </w:t>
            </w:r>
          </w:p>
          <w:p w14:paraId="78371BE8" w14:textId="77777777" w:rsidR="00856A77" w:rsidRPr="00FE4AA7" w:rsidRDefault="00856A77" w:rsidP="00E01254">
            <w:pPr>
              <w:spacing w:before="120" w:after="0"/>
              <w:rPr>
                <w:rFonts w:ascii="Century Gothic" w:hAnsi="Century Gothic" w:cs="Tahoma"/>
              </w:rPr>
            </w:pPr>
            <w:r w:rsidRPr="00FE4AA7">
              <w:rPr>
                <w:rFonts w:ascii="Century Gothic" w:hAnsi="Century Gothic" w:cs="Tahoma"/>
              </w:rPr>
              <w:t>How long would a length of 5cm on the drawing be in real life?</w:t>
            </w:r>
          </w:p>
          <w:p w14:paraId="75368B77" w14:textId="77777777" w:rsidR="00856A77" w:rsidRPr="004209BA" w:rsidRDefault="00856A77" w:rsidP="00E01254">
            <w:pPr>
              <w:spacing w:before="120"/>
              <w:rPr>
                <w:rFonts w:ascii="Century Gothic" w:hAnsi="Century Gothic" w:cs="Tahoma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48913B8E" w14:textId="77777777" w:rsidR="00856A77" w:rsidRPr="005D37DE" w:rsidRDefault="00856A77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06A6A303" w14:textId="77777777" w:rsidR="00856A77" w:rsidRPr="005D37DE" w:rsidRDefault="00856A77" w:rsidP="00E01254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 xml:space="preserve">What is </w:t>
            </w:r>
            <w:r>
              <w:rPr>
                <w:rFonts w:ascii="Century Gothic" w:hAnsi="Century Gothic" w:cs="Tahoma"/>
              </w:rPr>
              <w:t>4</w:t>
            </w:r>
            <w:r w:rsidRPr="005D37DE">
              <w:rPr>
                <w:rFonts w:ascii="Century Gothic" w:hAnsi="Century Gothic" w:cs="Tahoma"/>
              </w:rPr>
              <w:t xml:space="preserve"> out of </w:t>
            </w:r>
            <w:r>
              <w:rPr>
                <w:rFonts w:ascii="Century Gothic" w:hAnsi="Century Gothic" w:cs="Tahoma"/>
              </w:rPr>
              <w:t xml:space="preserve">5 </w:t>
            </w:r>
            <w:r w:rsidRPr="005D37DE">
              <w:rPr>
                <w:rFonts w:ascii="Century Gothic" w:hAnsi="Century Gothic" w:cs="Tahoma"/>
              </w:rPr>
              <w:t>as a percentage?</w:t>
            </w:r>
          </w:p>
        </w:tc>
      </w:tr>
      <w:tr w:rsidR="00856A77" w:rsidRPr="00C240D5" w14:paraId="258F0627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DC60057" w14:textId="77777777" w:rsidR="00856A77" w:rsidRPr="00C240D5" w:rsidRDefault="00856A77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007E803" w14:textId="77777777" w:rsidR="00856A77" w:rsidRPr="005D37DE" w:rsidRDefault="00856A77" w:rsidP="00E0125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699200" behindDoc="0" locked="0" layoutInCell="1" allowOverlap="1" wp14:anchorId="6A1C8D40" wp14:editId="6463BDF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363027</wp:posOffset>
                  </wp:positionV>
                  <wp:extent cx="1128155" cy="1006062"/>
                  <wp:effectExtent l="0" t="0" r="2540" b="0"/>
                  <wp:wrapSquare wrapText="bothSides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0BF82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155" cy="1006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856A77" w:rsidRPr="005D37DE" w14:paraId="657DCF5F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7A5CB632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1C686C9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82DB924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D24780A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B1DE8EF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56A77" w:rsidRPr="005D37DE" w14:paraId="6FB4BBFC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6895258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D28C3D8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FEE396B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11D92C5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6943B53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56A77" w:rsidRPr="005D37DE" w14:paraId="373D2DF8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039CB4C7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DCFDE15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A87906A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DBC029B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0BCD4D2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56A77" w:rsidRPr="005D37DE" w14:paraId="41F0670D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11946FB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C4D465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714C58F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2EBF8DB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1B6EEB4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56A77" w:rsidRPr="005D37DE" w14:paraId="41B3DC7B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3EAE3AA2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D0C3BAF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95A7275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DE5A9BA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EAD1964" w14:textId="77777777" w:rsidR="00856A77" w:rsidRPr="005D37DE" w:rsidRDefault="00856A77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2C1E3BA4" w14:textId="77777777" w:rsidR="00856A77" w:rsidRPr="005D37DE" w:rsidRDefault="00856A77" w:rsidP="00E01254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EE2DE11" w14:textId="77777777" w:rsidR="00856A77" w:rsidRPr="005D37DE" w:rsidRDefault="00856A77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006E03B4" w14:textId="77777777" w:rsidR="00856A77" w:rsidRPr="005D37DE" w:rsidRDefault="00856A77" w:rsidP="00E01254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1790B57C" w14:textId="77777777" w:rsidR="00856A77" w:rsidRPr="005D37DE" w:rsidRDefault="00856A77" w:rsidP="00E0125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17AC3C1" wp14:editId="3DB4B0F5">
                  <wp:extent cx="1128395" cy="1484630"/>
                  <wp:effectExtent l="0" t="0" r="0" b="127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A77" w:rsidRPr="00C240D5" w14:paraId="2374C35C" w14:textId="77777777" w:rsidTr="00E01254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AEBDCAB" w14:textId="77777777" w:rsidR="00856A77" w:rsidRPr="00C240D5" w:rsidRDefault="00856A77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57D9427" w14:textId="77777777" w:rsidR="00856A77" w:rsidRPr="005D37DE" w:rsidRDefault="00856A77" w:rsidP="00E01254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7DA98058" w14:textId="77777777" w:rsidR="00856A77" w:rsidRPr="005D37DE" w:rsidRDefault="00856A77" w:rsidP="00E01254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(x</m:t>
                </m:r>
                <m:r>
                  <w:rPr>
                    <w:rFonts w:ascii="Cambria Math" w:hAnsi="Cambria Math" w:cs="Tahoma"/>
                  </w:rPr>
                  <m:t>-</m:t>
                </m:r>
                <m:r>
                  <w:rPr>
                    <w:rFonts w:ascii="Cambria Math" w:hAnsi="Cambria Math" w:cs="Tahoma"/>
                  </w:rPr>
                  <m:t>3)(x</m:t>
                </m:r>
                <m:r>
                  <w:rPr>
                    <w:rFonts w:ascii="Cambria Math" w:hAnsi="Cambria Math" w:cs="Tahoma"/>
                  </w:rPr>
                  <m:t>+</m:t>
                </m:r>
                <m:r>
                  <w:rPr>
                    <w:rFonts w:ascii="Cambria Math" w:hAnsi="Cambria Math" w:cs="Tahoma"/>
                  </w:rPr>
                  <m:t>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6AADAA8D" w14:textId="77777777" w:rsidR="00856A77" w:rsidRPr="005D37DE" w:rsidRDefault="00856A77" w:rsidP="00E01254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5177559F" w14:textId="77777777" w:rsidR="00856A77" w:rsidRDefault="00856A77" w:rsidP="00856A77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8176" behindDoc="0" locked="0" layoutInCell="1" allowOverlap="1" wp14:anchorId="57F58BC8" wp14:editId="02005D43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7152" behindDoc="0" locked="0" layoutInCell="1" allowOverlap="1" wp14:anchorId="63069281" wp14:editId="0E2F3D6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3" name="Picture 4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6128" behindDoc="0" locked="0" layoutInCell="1" allowOverlap="1" wp14:anchorId="455451EB" wp14:editId="4ED77D9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4" name="Picture 4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657F62D8" w14:textId="77777777" w:rsidR="00856A77" w:rsidRDefault="00856A77" w:rsidP="00856A77">
      <w:pPr>
        <w:spacing w:after="1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63AF"/>
    <w:rsid w:val="000E0697"/>
    <w:rsid w:val="00125C71"/>
    <w:rsid w:val="00134363"/>
    <w:rsid w:val="001826A9"/>
    <w:rsid w:val="00213C21"/>
    <w:rsid w:val="00226299"/>
    <w:rsid w:val="002A3B06"/>
    <w:rsid w:val="002D5D86"/>
    <w:rsid w:val="00333535"/>
    <w:rsid w:val="00344342"/>
    <w:rsid w:val="003F51D8"/>
    <w:rsid w:val="004209BA"/>
    <w:rsid w:val="0050136B"/>
    <w:rsid w:val="00505FC9"/>
    <w:rsid w:val="00525119"/>
    <w:rsid w:val="005D37DE"/>
    <w:rsid w:val="005F6887"/>
    <w:rsid w:val="0064471D"/>
    <w:rsid w:val="00666CDC"/>
    <w:rsid w:val="006B09E4"/>
    <w:rsid w:val="006F7801"/>
    <w:rsid w:val="00705472"/>
    <w:rsid w:val="00773E09"/>
    <w:rsid w:val="007B4226"/>
    <w:rsid w:val="007E2C1A"/>
    <w:rsid w:val="00856A77"/>
    <w:rsid w:val="0090117B"/>
    <w:rsid w:val="0090585D"/>
    <w:rsid w:val="00910254"/>
    <w:rsid w:val="0099142F"/>
    <w:rsid w:val="00AD3C1A"/>
    <w:rsid w:val="00B40DC9"/>
    <w:rsid w:val="00BE44D3"/>
    <w:rsid w:val="00BE7AC9"/>
    <w:rsid w:val="00C240D5"/>
    <w:rsid w:val="00C41860"/>
    <w:rsid w:val="00C6765F"/>
    <w:rsid w:val="00D51195"/>
    <w:rsid w:val="00D723BE"/>
    <w:rsid w:val="00DB511B"/>
    <w:rsid w:val="00E20822"/>
    <w:rsid w:val="00E7749A"/>
    <w:rsid w:val="00E86E18"/>
    <w:rsid w:val="00EA0CA1"/>
    <w:rsid w:val="00EC1BC2"/>
    <w:rsid w:val="00EC4CCA"/>
    <w:rsid w:val="00F04FE3"/>
    <w:rsid w:val="00F56967"/>
    <w:rsid w:val="00FB0E81"/>
    <w:rsid w:val="00FE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2019-03-04T10:38:00Z</cp:lastPrinted>
  <dcterms:created xsi:type="dcterms:W3CDTF">2019-03-04T10:39:00Z</dcterms:created>
  <dcterms:modified xsi:type="dcterms:W3CDTF">2019-03-04T10:41:00Z</dcterms:modified>
</cp:coreProperties>
</file>